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492" w:rsidRDefault="00D064C1">
      <w:pPr>
        <w:pStyle w:val="OFGesetz"/>
      </w:pPr>
      <w:r>
        <w:fldChar w:fldCharType="begin"/>
      </w:r>
      <w:r w:rsidR="005501CD">
        <w:instrText xml:space="preserve"> DOCPROPERTY "NameGesetz0" </w:instrText>
      </w:r>
      <w:r>
        <w:fldChar w:fldCharType="separate"/>
      </w:r>
      <w:r w:rsidR="00D41D79">
        <w:t>Landratsbeschluss</w:t>
      </w:r>
      <w:r>
        <w:fldChar w:fldCharType="end"/>
      </w:r>
      <w:r w:rsidR="00651DDD">
        <w:br/>
      </w:r>
      <w:r>
        <w:fldChar w:fldCharType="begin"/>
      </w:r>
      <w:r w:rsidR="005501CD">
        <w:instrText xml:space="preserve"> DOCPROPERTY "NameGesetz1" </w:instrText>
      </w:r>
      <w:r>
        <w:fldChar w:fldCharType="separate"/>
      </w:r>
      <w:r w:rsidR="00D41D79">
        <w:t>über einen Zusatzkredit zum Ausführungsprojekt Ausweichstellen Bürgenstockstrasse,</w:t>
      </w:r>
      <w:r>
        <w:fldChar w:fldCharType="end"/>
      </w:r>
      <w:r w:rsidR="005501CD">
        <w:t xml:space="preserve"> </w:t>
      </w:r>
      <w:r w:rsidR="00BB66DE">
        <w:t>Kantons</w:t>
      </w:r>
      <w:r w:rsidR="00D41D79">
        <w:t>verbindungs</w:t>
      </w:r>
      <w:r w:rsidR="00BB66DE">
        <w:t>strasse KV5, Stansstad</w:t>
      </w:r>
      <w:r>
        <w:fldChar w:fldCharType="begin"/>
      </w:r>
      <w:r w:rsidR="005501CD">
        <w:instrText xml:space="preserve"> DOCPROPERTY "NameGesetz2" </w:instrText>
      </w:r>
      <w:r>
        <w:fldChar w:fldCharType="end"/>
      </w:r>
      <w:r>
        <w:fldChar w:fldCharType="begin"/>
      </w:r>
      <w:r w:rsidR="005501CD">
        <w:instrText xml:space="preserve"> DOCPROPERTY "NameGesetz3" </w:instrText>
      </w:r>
      <w:r>
        <w:fldChar w:fldCharType="end"/>
      </w:r>
    </w:p>
    <w:p w:rsidR="00EF5492" w:rsidRDefault="005501CD">
      <w:pPr>
        <w:pStyle w:val="OFDatumGesetz"/>
      </w:pPr>
      <w:r>
        <w:t xml:space="preserve">vom </w:t>
      </w:r>
      <w:r w:rsidR="00D064C1">
        <w:fldChar w:fldCharType="begin"/>
      </w:r>
      <w:r>
        <w:instrText xml:space="preserve"> DOCPROPERTY "DatumGesetz" </w:instrText>
      </w:r>
      <w:r w:rsidR="00D064C1">
        <w:fldChar w:fldCharType="separate"/>
      </w:r>
      <w:r w:rsidR="00D41D79">
        <w:t xml:space="preserve"> </w:t>
      </w:r>
      <w:r w:rsidR="00D064C1">
        <w:fldChar w:fldCharType="end"/>
      </w:r>
      <w:r w:rsidR="00211059">
        <w:rPr>
          <w:rStyle w:val="Endnotenzeichen"/>
        </w:rPr>
        <w:t>1</w:t>
      </w:r>
    </w:p>
    <w:p w:rsidR="005501CD" w:rsidRDefault="005501CD" w:rsidP="005501CD">
      <w:pPr>
        <w:pStyle w:val="OFRat"/>
      </w:pPr>
      <w:bookmarkStart w:id="0" w:name="OFRat"/>
      <w:bookmarkEnd w:id="0"/>
      <w:r>
        <w:t xml:space="preserve">Der Landrat von Nidwalden, </w:t>
      </w:r>
    </w:p>
    <w:p w:rsidR="005501CD" w:rsidRDefault="000C51B1" w:rsidP="005501CD">
      <w:pPr>
        <w:pStyle w:val="OFGrundlagen"/>
      </w:pPr>
      <w:r w:rsidRPr="000C51B1">
        <w:t>gestützt auf Art. 52a und Art. 6</w:t>
      </w:r>
      <w:r w:rsidR="00115E31">
        <w:t>1</w:t>
      </w:r>
      <w:r w:rsidRPr="000C51B1">
        <w:t xml:space="preserve"> Ziff</w:t>
      </w:r>
      <w:r w:rsidR="004C733D">
        <w:t>er</w:t>
      </w:r>
      <w:r w:rsidRPr="000C51B1">
        <w:t xml:space="preserve"> 4 der Kantonsverfassung, in Ausführung von </w:t>
      </w:r>
      <w:r w:rsidR="005501CD">
        <w:t xml:space="preserve">Art. </w:t>
      </w:r>
      <w:r w:rsidR="00BB66DE">
        <w:t>41 und 78</w:t>
      </w:r>
      <w:r w:rsidR="005501CD">
        <w:t xml:space="preserve"> des Gesetzes vom 24. April 1966 über den Bau und Unterhalt der Strassen (Strassengesetz</w:t>
      </w:r>
      <w:r w:rsidR="0066598A">
        <w:t xml:space="preserve">, </w:t>
      </w:r>
      <w:proofErr w:type="spellStart"/>
      <w:r w:rsidR="0066598A" w:rsidRPr="00115E31">
        <w:t>StrG</w:t>
      </w:r>
      <w:proofErr w:type="spellEnd"/>
      <w:r w:rsidR="005501CD" w:rsidRPr="00115E31">
        <w:t>)</w:t>
      </w:r>
      <w:r w:rsidR="00115E31">
        <w:rPr>
          <w:rStyle w:val="Endnotenzeichen"/>
        </w:rPr>
        <w:t>2</w:t>
      </w:r>
      <w:r w:rsidR="005501CD" w:rsidRPr="009D5A24">
        <w:t>,</w:t>
      </w:r>
    </w:p>
    <w:p w:rsidR="005501CD" w:rsidRDefault="005501CD" w:rsidP="005501CD">
      <w:pPr>
        <w:pStyle w:val="OFRat"/>
      </w:pPr>
      <w:r>
        <w:t>beschliesst:</w:t>
      </w:r>
    </w:p>
    <w:p w:rsidR="005501CD" w:rsidRPr="003D21AD" w:rsidRDefault="005501CD" w:rsidP="005501CD">
      <w:pPr>
        <w:pStyle w:val="OFParagraph"/>
      </w:pPr>
      <w:r w:rsidRPr="003D21AD">
        <w:t>1.</w:t>
      </w:r>
    </w:p>
    <w:p w:rsidR="00D41D79" w:rsidRDefault="00781A73" w:rsidP="00D41D79">
      <w:pPr>
        <w:pStyle w:val="berschrift3"/>
      </w:pPr>
      <w:r>
        <w:t xml:space="preserve">Für </w:t>
      </w:r>
      <w:r w:rsidR="00852E75">
        <w:t xml:space="preserve">den </w:t>
      </w:r>
      <w:r>
        <w:t xml:space="preserve">Abschluss des Ausführungsprojekts </w:t>
      </w:r>
      <w:r w:rsidRPr="004C733D">
        <w:t>Ausweichstellen Bürgenstockstrasse</w:t>
      </w:r>
      <w:r>
        <w:t>, Kantons</w:t>
      </w:r>
      <w:r w:rsidR="00D41D79">
        <w:t>verbindungs</w:t>
      </w:r>
      <w:r>
        <w:t>strasse KV5, Stansstad</w:t>
      </w:r>
      <w:r w:rsidR="00D41D79">
        <w:t>,</w:t>
      </w:r>
      <w:r>
        <w:t xml:space="preserve"> wird </w:t>
      </w:r>
      <w:r w:rsidR="00D41D79" w:rsidRPr="00D41D79">
        <w:t>zum Objektkredit vom 29. Juni 2016</w:t>
      </w:r>
      <w:r w:rsidR="00D41D79">
        <w:rPr>
          <w:rStyle w:val="Endnotenzeichen"/>
        </w:rPr>
        <w:t>3</w:t>
      </w:r>
      <w:r w:rsidR="00D41D79">
        <w:t xml:space="preserve"> ein Zusatzkredit von Fr. 300‘000.- bewilligt.</w:t>
      </w:r>
    </w:p>
    <w:p w:rsidR="005501CD" w:rsidRDefault="005501CD" w:rsidP="00943A33">
      <w:pPr>
        <w:pStyle w:val="berschrift3"/>
      </w:pPr>
      <w:r>
        <w:t>De</w:t>
      </w:r>
      <w:r w:rsidR="000C51B1">
        <w:t xml:space="preserve">r Objektkredit ist bis </w:t>
      </w:r>
      <w:r w:rsidR="003A1BAD">
        <w:t>31</w:t>
      </w:r>
      <w:r w:rsidR="00781A73">
        <w:t xml:space="preserve">. </w:t>
      </w:r>
      <w:r w:rsidR="003A1BAD">
        <w:t>Dezember</w:t>
      </w:r>
      <w:r w:rsidR="000C51B1">
        <w:t xml:space="preserve"> </w:t>
      </w:r>
      <w:r w:rsidR="000C51B1" w:rsidRPr="001703FE">
        <w:t>201</w:t>
      </w:r>
      <w:r w:rsidR="003A1BAD">
        <w:t>9</w:t>
      </w:r>
      <w:r>
        <w:t xml:space="preserve"> befristet.</w:t>
      </w:r>
    </w:p>
    <w:p w:rsidR="005501CD" w:rsidRDefault="00BB66DE" w:rsidP="0066598A">
      <w:pPr>
        <w:pStyle w:val="OFParagraph"/>
        <w:keepNext/>
      </w:pPr>
      <w:r>
        <w:t>2</w:t>
      </w:r>
      <w:r w:rsidR="0066598A">
        <w:t>.</w:t>
      </w:r>
    </w:p>
    <w:p w:rsidR="0066598A" w:rsidRPr="00802E6C" w:rsidRDefault="00BB66DE" w:rsidP="0066598A">
      <w:pPr>
        <w:pStyle w:val="OFAbsatz"/>
        <w:numPr>
          <w:ilvl w:val="8"/>
          <w:numId w:val="29"/>
        </w:numPr>
      </w:pPr>
      <w:r>
        <w:t>D</w:t>
      </w:r>
      <w:r w:rsidR="0066598A" w:rsidRPr="00802E6C">
        <w:t>iese</w:t>
      </w:r>
      <w:r>
        <w:t>r</w:t>
      </w:r>
      <w:r w:rsidR="0066598A" w:rsidRPr="00802E6C">
        <w:t xml:space="preserve"> Beschluss untersteht dem fakultativen Referendum. </w:t>
      </w:r>
    </w:p>
    <w:p w:rsidR="0066598A" w:rsidRPr="00802E6C" w:rsidRDefault="0066598A" w:rsidP="0066598A">
      <w:pPr>
        <w:pStyle w:val="OFAbsatz"/>
        <w:numPr>
          <w:ilvl w:val="8"/>
          <w:numId w:val="29"/>
        </w:numPr>
      </w:pPr>
      <w:r w:rsidRPr="00802E6C">
        <w:t>Er tritt gemäss Art. 24 des Wahl- und Abstimmungsgesetzes</w:t>
      </w:r>
      <w:r w:rsidR="00802E6C">
        <w:rPr>
          <w:rStyle w:val="Endnotenzeichen"/>
        </w:rPr>
        <w:t>3</w:t>
      </w:r>
      <w:r w:rsidRPr="00802E6C">
        <w:t xml:space="preserve"> in Kraft.</w:t>
      </w:r>
    </w:p>
    <w:p w:rsidR="00211059" w:rsidRDefault="00211059" w:rsidP="00211059">
      <w:pPr>
        <w:pStyle w:val="Unterschrift"/>
        <w:keepNext/>
      </w:pPr>
      <w:r>
        <w:t>Stans,</w:t>
      </w:r>
      <w:r>
        <w:tab/>
        <w:t>LANDRAT NIDWALDEN</w:t>
      </w:r>
    </w:p>
    <w:p w:rsidR="00211059" w:rsidRDefault="00211059" w:rsidP="00211059">
      <w:pPr>
        <w:pStyle w:val="Unterschrift"/>
        <w:keepNext/>
      </w:pPr>
      <w:r>
        <w:tab/>
        <w:t>Landratspräsident</w:t>
      </w:r>
    </w:p>
    <w:p w:rsidR="00211059" w:rsidRDefault="00211059" w:rsidP="00211059">
      <w:pPr>
        <w:pStyle w:val="Unterschrift"/>
        <w:keepNext/>
      </w:pPr>
      <w:r>
        <w:tab/>
        <w:t>Landratssekretär</w:t>
      </w:r>
    </w:p>
    <w:p w:rsidR="0066598A" w:rsidRDefault="0066598A" w:rsidP="0066598A">
      <w:pPr>
        <w:pStyle w:val="OFManual"/>
      </w:pPr>
      <w:r>
        <w:t>Datum der Veröffentlichung:</w:t>
      </w:r>
    </w:p>
    <w:p w:rsidR="00211059" w:rsidRDefault="0066598A" w:rsidP="0066598A">
      <w:pPr>
        <w:pStyle w:val="OFManual"/>
      </w:pPr>
      <w:r>
        <w:t>Letzter Tag der Referendumsfrist:</w:t>
      </w:r>
    </w:p>
    <w:p w:rsidR="00211059" w:rsidRDefault="00211059" w:rsidP="00211059">
      <w:pPr>
        <w:pStyle w:val="Endnotentrennlinie"/>
        <w:numPr>
          <w:ilvl w:val="0"/>
          <w:numId w:val="0"/>
        </w:numPr>
        <w:ind w:left="2155" w:hanging="2155"/>
      </w:pPr>
      <w:r>
        <w:t>____________________</w:t>
      </w:r>
    </w:p>
    <w:p w:rsidR="00211059" w:rsidRDefault="00D41D79" w:rsidP="00211059">
      <w:pPr>
        <w:pStyle w:val="OFEndnotentext"/>
      </w:pPr>
      <w:r>
        <w:t>A 2019</w:t>
      </w:r>
      <w:r w:rsidR="00211059">
        <w:t>,</w:t>
      </w:r>
    </w:p>
    <w:p w:rsidR="00211059" w:rsidRDefault="00211059" w:rsidP="00211059">
      <w:pPr>
        <w:pStyle w:val="OFEndnotentext"/>
      </w:pPr>
      <w:r>
        <w:t>NG 622.1</w:t>
      </w:r>
    </w:p>
    <w:p w:rsidR="00D41D79" w:rsidRDefault="00B418DD" w:rsidP="0066598A">
      <w:pPr>
        <w:pStyle w:val="OFEndnotentext"/>
      </w:pPr>
      <w:r>
        <w:t>A 2016, 1199</w:t>
      </w:r>
      <w:bookmarkStart w:id="1" w:name="_GoBack"/>
      <w:bookmarkEnd w:id="1"/>
    </w:p>
    <w:p w:rsidR="0066598A" w:rsidRPr="00F86F8F" w:rsidRDefault="0066598A" w:rsidP="0066598A">
      <w:pPr>
        <w:pStyle w:val="OFEndnotentext"/>
      </w:pPr>
      <w:r>
        <w:t>NG 132.2</w:t>
      </w:r>
    </w:p>
    <w:sectPr w:rsidR="0066598A" w:rsidRPr="00F86F8F" w:rsidSect="00EF549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8392" w:h="11907" w:code="11"/>
      <w:pgMar w:top="1304" w:right="851" w:bottom="1134" w:left="1134" w:header="567" w:footer="62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66DE" w:rsidRDefault="00BB66DE" w:rsidP="00EF5492">
      <w:pPr>
        <w:rPr>
          <w:noProof/>
        </w:rPr>
      </w:pPr>
      <w:r>
        <w:separator/>
      </w:r>
    </w:p>
  </w:endnote>
  <w:endnote w:type="continuationSeparator" w:id="0">
    <w:p w:rsidR="00BB66DE" w:rsidRDefault="00BB66DE" w:rsidP="00EF5492">
      <w:pPr>
        <w:rPr>
          <w:noProof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">
    <w:panose1 w:val="00000000000000000000"/>
    <w:charset w:val="00"/>
    <w:family w:val="roman"/>
    <w:notTrueType/>
    <w:pitch w:val="default"/>
    <w:sig w:usb0="077A643A" w:usb1="F5560226" w:usb2="06874F4D" w:usb3="01440000" w:csb0="00000001" w:csb1="0064E82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6DE" w:rsidRDefault="00D064C1">
    <w:pPr>
      <w:pStyle w:val="Fuzeile"/>
      <w:rPr>
        <w:sz w:val="16"/>
      </w:rPr>
    </w:pPr>
    <w:r>
      <w:rPr>
        <w:rStyle w:val="Seitenzahl"/>
      </w:rPr>
      <w:fldChar w:fldCharType="begin"/>
    </w:r>
    <w:r w:rsidR="00BB66DE"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F30F5F">
      <w:rPr>
        <w:rStyle w:val="Seitenzahl"/>
      </w:rPr>
      <w:t>2</w:t>
    </w:r>
    <w:r>
      <w:rPr>
        <w:rStyle w:val="Seitenzahl"/>
      </w:rPr>
      <w:fldChar w:fldCharType="end"/>
    </w:r>
    <w:r w:rsidR="00BB66DE">
      <w:rPr>
        <w:rStyle w:val="Seitenzahl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6DE" w:rsidRDefault="00D064C1">
    <w:pPr>
      <w:pStyle w:val="Fuzeile"/>
      <w:rPr>
        <w:sz w:val="16"/>
      </w:rPr>
    </w:pPr>
    <w:r>
      <w:rPr>
        <w:sz w:val="16"/>
      </w:rPr>
      <w:fldChar w:fldCharType="begin"/>
    </w:r>
    <w:r w:rsidR="00BB66DE">
      <w:rPr>
        <w:sz w:val="16"/>
      </w:rPr>
      <w:instrText xml:space="preserve"> DOCPROPERTY "Stichdatum" </w:instrText>
    </w:r>
    <w:r>
      <w:rPr>
        <w:sz w:val="16"/>
      </w:rPr>
      <w:fldChar w:fldCharType="end"/>
    </w:r>
    <w:r w:rsidR="00BB66DE">
      <w:rPr>
        <w:sz w:val="16"/>
      </w:rPr>
      <w:tab/>
    </w:r>
    <w:r>
      <w:rPr>
        <w:rStyle w:val="Seitenzahl"/>
      </w:rPr>
      <w:fldChar w:fldCharType="begin"/>
    </w:r>
    <w:r w:rsidR="00BB66DE"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BB66DE">
      <w:rPr>
        <w:rStyle w:val="Seitenzahl"/>
      </w:rPr>
      <w:t>1</w:t>
    </w:r>
    <w:r>
      <w:rPr>
        <w:rStyle w:val="Seitenzah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6DE" w:rsidRDefault="00D064C1">
    <w:pPr>
      <w:pStyle w:val="Fuzeile"/>
    </w:pPr>
    <w:r>
      <w:rPr>
        <w:sz w:val="16"/>
      </w:rPr>
      <w:fldChar w:fldCharType="begin"/>
    </w:r>
    <w:r w:rsidR="00BB66DE">
      <w:rPr>
        <w:sz w:val="16"/>
      </w:rPr>
      <w:instrText xml:space="preserve"> DOCPROPERTY</w:instrText>
    </w:r>
    <w:r w:rsidR="00BB66DE">
      <w:rPr>
        <w:b/>
        <w:sz w:val="28"/>
      </w:rPr>
      <w:instrText xml:space="preserve"> </w:instrText>
    </w:r>
    <w:r w:rsidR="00BB66DE">
      <w:rPr>
        <w:sz w:val="16"/>
      </w:rPr>
      <w:instrText xml:space="preserve">"Stichdatum" </w:instrText>
    </w:r>
    <w:r>
      <w:rPr>
        <w:sz w:val="16"/>
      </w:rPr>
      <w:fldChar w:fldCharType="end"/>
    </w:r>
    <w:r w:rsidR="00BB66DE">
      <w:tab/>
    </w:r>
    <w:r>
      <w:rPr>
        <w:rStyle w:val="Seitenzahl"/>
      </w:rPr>
      <w:fldChar w:fldCharType="begin"/>
    </w:r>
    <w:r w:rsidR="00BB66DE"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B418DD">
      <w:rPr>
        <w:rStyle w:val="Seitenzahl"/>
      </w:rPr>
      <w:t>1</w:t>
    </w:r>
    <w:r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66DE" w:rsidRDefault="00BB66DE" w:rsidP="00EF5492">
      <w:pPr>
        <w:rPr>
          <w:noProof/>
        </w:rPr>
      </w:pPr>
      <w:r>
        <w:separator/>
      </w:r>
    </w:p>
  </w:footnote>
  <w:footnote w:type="continuationSeparator" w:id="0">
    <w:p w:rsidR="00BB66DE" w:rsidRDefault="00BB66DE" w:rsidP="00EF5492">
      <w:pPr>
        <w:rPr>
          <w:noProof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6DE" w:rsidRDefault="00D064C1">
    <w:pPr>
      <w:pStyle w:val="Kopfzeile"/>
      <w:pBdr>
        <w:bottom w:val="single" w:sz="4" w:space="1" w:color="auto"/>
      </w:pBdr>
      <w:rPr>
        <w:sz w:val="16"/>
      </w:rPr>
    </w:pPr>
    <w:r>
      <w:rPr>
        <w:b/>
        <w:sz w:val="28"/>
      </w:rPr>
      <w:fldChar w:fldCharType="begin"/>
    </w:r>
    <w:r w:rsidR="00BB66DE">
      <w:rPr>
        <w:b/>
        <w:sz w:val="28"/>
      </w:rPr>
      <w:instrText xml:space="preserve"> DOCPROPERTY"GesetzNummer" </w:instrText>
    </w:r>
    <w:r>
      <w:rPr>
        <w:b/>
        <w:sz w:val="28"/>
      </w:rPr>
      <w:fldChar w:fldCharType="end"/>
    </w:r>
    <w:r w:rsidR="00BB66DE">
      <w:rPr>
        <w:b/>
        <w:sz w:val="28"/>
      </w:rPr>
      <w:t xml:space="preserve"> </w:t>
    </w:r>
    <w:r>
      <w:fldChar w:fldCharType="begin"/>
    </w:r>
    <w:r w:rsidR="00BB66DE">
      <w:instrText xml:space="preserve"> DOCPROPERTY"AnhangGesetz" </w:instrText>
    </w:r>
    <w:r>
      <w:fldChar w:fldCharType="end"/>
    </w:r>
    <w:r w:rsidR="00BB66DE">
      <w:rPr>
        <w:b/>
        <w:sz w:val="28"/>
      </w:rPr>
      <w:tab/>
    </w:r>
    <w:r>
      <w:rPr>
        <w:sz w:val="16"/>
      </w:rPr>
      <w:fldChar w:fldCharType="begin"/>
    </w:r>
    <w:r w:rsidR="00BB66DE">
      <w:rPr>
        <w:sz w:val="16"/>
      </w:rPr>
      <w:instrText>DOCPROPERTY "KurzNameGesetz"</w:instrText>
    </w:r>
    <w:r>
      <w:rPr>
        <w:sz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6DE" w:rsidRDefault="00D064C1">
    <w:pPr>
      <w:pStyle w:val="Kopfzeile"/>
      <w:pBdr>
        <w:bottom w:val="single" w:sz="4" w:space="1" w:color="auto"/>
      </w:pBdr>
      <w:rPr>
        <w:b/>
        <w:sz w:val="28"/>
      </w:rPr>
    </w:pPr>
    <w:r>
      <w:rPr>
        <w:sz w:val="16"/>
      </w:rPr>
      <w:fldChar w:fldCharType="begin"/>
    </w:r>
    <w:r w:rsidR="00BB66DE">
      <w:rPr>
        <w:sz w:val="16"/>
      </w:rPr>
      <w:instrText xml:space="preserve"> DOCPROPERTY "KurzNameGesetz" </w:instrText>
    </w:r>
    <w:r>
      <w:rPr>
        <w:sz w:val="16"/>
      </w:rPr>
      <w:fldChar w:fldCharType="end"/>
    </w:r>
    <w:r w:rsidR="00BB66DE">
      <w:rPr>
        <w:b/>
        <w:sz w:val="28"/>
      </w:rPr>
      <w:tab/>
    </w:r>
    <w:r>
      <w:fldChar w:fldCharType="begin"/>
    </w:r>
    <w:r w:rsidR="00BB66DE">
      <w:instrText xml:space="preserve"> DOCPROPERTY "AnhangGesetz" </w:instrText>
    </w:r>
    <w:r>
      <w:fldChar w:fldCharType="end"/>
    </w:r>
    <w:r w:rsidR="00BB66DE">
      <w:rPr>
        <w:b/>
        <w:sz w:val="28"/>
      </w:rPr>
      <w:t xml:space="preserve"> </w:t>
    </w:r>
    <w:r>
      <w:rPr>
        <w:b/>
        <w:sz w:val="28"/>
      </w:rPr>
      <w:fldChar w:fldCharType="begin"/>
    </w:r>
    <w:r w:rsidR="00BB66DE">
      <w:rPr>
        <w:b/>
        <w:sz w:val="28"/>
      </w:rPr>
      <w:instrText xml:space="preserve"> DOCPROPERTY "GesetzNummer" </w:instrText>
    </w:r>
    <w:r>
      <w:rPr>
        <w:b/>
        <w:sz w:val="2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6DE" w:rsidRDefault="00BB66DE">
    <w:pPr>
      <w:pStyle w:val="Kopfzeile"/>
      <w:pBdr>
        <w:bottom w:val="single" w:sz="4" w:space="1" w:color="auto"/>
      </w:pBdr>
      <w:rPr>
        <w:b/>
        <w:sz w:val="28"/>
      </w:rPr>
    </w:pPr>
    <w:r>
      <w:tab/>
    </w:r>
    <w:r w:rsidR="00D064C1">
      <w:fldChar w:fldCharType="begin"/>
    </w:r>
    <w:r>
      <w:instrText xml:space="preserve"> DOCPROPERTY</w:instrText>
    </w:r>
    <w:r>
      <w:rPr>
        <w:b/>
      </w:rPr>
      <w:instrText xml:space="preserve"> </w:instrText>
    </w:r>
    <w:r>
      <w:instrText xml:space="preserve">"AnhangGesetz" </w:instrText>
    </w:r>
    <w:r w:rsidR="00D064C1">
      <w:fldChar w:fldCharType="end"/>
    </w:r>
    <w:r>
      <w:rPr>
        <w:b/>
        <w:sz w:val="28"/>
      </w:rPr>
      <w:t xml:space="preserve"> </w:t>
    </w:r>
    <w:r w:rsidR="00D064C1">
      <w:rPr>
        <w:b/>
        <w:sz w:val="28"/>
      </w:rPr>
      <w:fldChar w:fldCharType="begin"/>
    </w:r>
    <w:r>
      <w:rPr>
        <w:b/>
        <w:sz w:val="28"/>
      </w:rPr>
      <w:instrText xml:space="preserve"> DOCPROPERTY "GesetzNummer" </w:instrText>
    </w:r>
    <w:r w:rsidR="00D064C1">
      <w:rPr>
        <w:b/>
        <w:sz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C68E8"/>
    <w:multiLevelType w:val="singleLevel"/>
    <w:tmpl w:val="BFA4A32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" w15:restartNumberingAfterBreak="0">
    <w:nsid w:val="021459B6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A77D30"/>
    <w:multiLevelType w:val="singleLevel"/>
    <w:tmpl w:val="00C60770"/>
    <w:lvl w:ilvl="0">
      <w:start w:val="1"/>
      <w:numFmt w:val="upperLetter"/>
      <w:lvlText w:val="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19"/>
      </w:rPr>
    </w:lvl>
  </w:abstractNum>
  <w:abstractNum w:abstractNumId="3" w15:restartNumberingAfterBreak="0">
    <w:nsid w:val="03A9072A"/>
    <w:multiLevelType w:val="singleLevel"/>
    <w:tmpl w:val="1938C8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4205E17"/>
    <w:multiLevelType w:val="multilevel"/>
    <w:tmpl w:val="51941240"/>
    <w:lvl w:ilvl="0">
      <w:start w:val="1"/>
      <w:numFmt w:val="upperRoman"/>
      <w:lvlText w:val="%1"/>
      <w:lvlJc w:val="left"/>
      <w:pPr>
        <w:tabs>
          <w:tab w:val="num" w:pos="720"/>
        </w:tabs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none"/>
      <w:lvlText w:val="§"/>
      <w:lvlJc w:val="left"/>
      <w:pPr>
        <w:tabs>
          <w:tab w:val="num" w:pos="1134"/>
        </w:tabs>
        <w:ind w:left="1134" w:hanging="1134"/>
      </w:pPr>
      <w:rPr>
        <w:rFonts w:ascii="ari" w:hAnsi="ari" w:hint="default"/>
        <w:b/>
        <w:i w:val="0"/>
        <w:sz w:val="20"/>
      </w:rPr>
    </w:lvl>
    <w:lvl w:ilvl="2">
      <w:start w:val="1"/>
      <w:numFmt w:val="ordinal"/>
      <w:suff w:val="nothing"/>
      <w:lvlText w:val="%3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1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05D74240"/>
    <w:multiLevelType w:val="singleLevel"/>
    <w:tmpl w:val="02E6879C"/>
    <w:lvl w:ilvl="0">
      <w:start w:val="1"/>
      <w:numFmt w:val="none"/>
      <w:lvlText w:val="§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5E26CFA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68124CD"/>
    <w:multiLevelType w:val="singleLevel"/>
    <w:tmpl w:val="2D7A1F10"/>
    <w:lvl w:ilvl="0">
      <w:start w:val="1"/>
      <w:numFmt w:val="upperLetter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093E4EBE"/>
    <w:multiLevelType w:val="multilevel"/>
    <w:tmpl w:val="16005F00"/>
    <w:lvl w:ilvl="0">
      <w:start w:val="1"/>
      <w:numFmt w:val="decimal"/>
      <w:lvlText w:val="Art 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§ 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suff w:val="nothing"/>
      <w:lvlText w:val="%3 "/>
      <w:lvlJc w:val="left"/>
      <w:pPr>
        <w:ind w:left="0" w:firstLine="142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1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1C6D391E"/>
    <w:multiLevelType w:val="singleLevel"/>
    <w:tmpl w:val="559EE064"/>
    <w:lvl w:ilvl="0">
      <w:start w:val="1"/>
      <w:numFmt w:val="decimal"/>
      <w:pStyle w:val="OFEndnotentext"/>
      <w:lvlText w:val="%1"/>
      <w:lvlJc w:val="left"/>
      <w:pPr>
        <w:tabs>
          <w:tab w:val="num" w:pos="360"/>
        </w:tabs>
        <w:ind w:left="142" w:hanging="142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16"/>
        <w:vertAlign w:val="superscrip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2A7B64A6"/>
    <w:multiLevelType w:val="multilevel"/>
    <w:tmpl w:val="A52E4B76"/>
    <w:lvl w:ilvl="0">
      <w:start w:val="1"/>
      <w:numFmt w:val="upperRoman"/>
      <w:lvlText w:val="%1"/>
      <w:lvlJc w:val="left"/>
      <w:pPr>
        <w:tabs>
          <w:tab w:val="num" w:pos="720"/>
        </w:tabs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§ 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suff w:val="nothing"/>
      <w:lvlText w:val="%3 "/>
      <w:lvlJc w:val="left"/>
      <w:pPr>
        <w:ind w:left="0" w:firstLine="142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1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38972E0C"/>
    <w:multiLevelType w:val="singleLevel"/>
    <w:tmpl w:val="999471C8"/>
    <w:lvl w:ilvl="0">
      <w:start w:val="1"/>
      <w:numFmt w:val="none"/>
      <w:pStyle w:val="Endnotentrennlinie"/>
      <w:lvlText w:val=""/>
      <w:lvlJc w:val="left"/>
      <w:pPr>
        <w:tabs>
          <w:tab w:val="num" w:pos="2155"/>
        </w:tabs>
        <w:ind w:left="2155" w:hanging="2155"/>
      </w:pPr>
    </w:lvl>
  </w:abstractNum>
  <w:abstractNum w:abstractNumId="12" w15:restartNumberingAfterBreak="0">
    <w:nsid w:val="39566945"/>
    <w:multiLevelType w:val="singleLevel"/>
    <w:tmpl w:val="E5E417F2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16"/>
        <w:vertAlign w:val="superscrip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3B946531"/>
    <w:multiLevelType w:val="singleLevel"/>
    <w:tmpl w:val="C31236A0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4" w15:restartNumberingAfterBreak="0">
    <w:nsid w:val="3C0010EC"/>
    <w:multiLevelType w:val="multilevel"/>
    <w:tmpl w:val="FB349FE4"/>
    <w:lvl w:ilvl="0">
      <w:start w:val="1"/>
      <w:numFmt w:val="decimal"/>
      <w:pStyle w:val="berschrift1"/>
      <w:lvlText w:val="Art. 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berschrift2"/>
      <w:lvlText w:val="§ 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suff w:val="nothing"/>
      <w:lvlText w:val="%3 "/>
      <w:lvlJc w:val="left"/>
      <w:pPr>
        <w:ind w:left="0" w:firstLine="142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1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pStyle w:val="OFArtikel"/>
      <w:suff w:val="nothing"/>
      <w:lvlText w:val="Art. "/>
      <w:lvlJc w:val="left"/>
      <w:pPr>
        <w:ind w:left="1134" w:hanging="1134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pStyle w:val="OFParagraph"/>
      <w:suff w:val="nothing"/>
      <w:lvlText w:val=""/>
      <w:lvlJc w:val="left"/>
      <w:pPr>
        <w:ind w:left="1134" w:hanging="1134"/>
      </w:pPr>
      <w:rPr>
        <w:rFonts w:ascii="Arial" w:hAnsi="Arial" w:hint="default"/>
        <w:b/>
        <w:i w:val="0"/>
        <w:sz w:val="20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decimal"/>
      <w:pStyle w:val="berschrift3"/>
      <w:suff w:val="nothing"/>
      <w:lvlText w:val="%9 "/>
      <w:lvlJc w:val="left"/>
      <w:pPr>
        <w:ind w:left="0" w:firstLine="142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1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449D7E59"/>
    <w:multiLevelType w:val="singleLevel"/>
    <w:tmpl w:val="CA3290C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5EC4417"/>
    <w:multiLevelType w:val="singleLevel"/>
    <w:tmpl w:val="AB72ADEC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4A6A0DE8"/>
    <w:multiLevelType w:val="singleLevel"/>
    <w:tmpl w:val="5BFE782E"/>
    <w:lvl w:ilvl="0">
      <w:start w:val="1"/>
      <w:numFmt w:val="lowerLetter"/>
      <w:lvlText w:val="%1)"/>
      <w:lvlJc w:val="left"/>
      <w:pPr>
        <w:tabs>
          <w:tab w:val="num" w:pos="860"/>
        </w:tabs>
        <w:ind w:left="860" w:hanging="435"/>
      </w:pPr>
      <w:rPr>
        <w:rFonts w:hint="default"/>
      </w:rPr>
    </w:lvl>
  </w:abstractNum>
  <w:abstractNum w:abstractNumId="18" w15:restartNumberingAfterBreak="0">
    <w:nsid w:val="58A27F89"/>
    <w:multiLevelType w:val="singleLevel"/>
    <w:tmpl w:val="E974A7C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9" w15:restartNumberingAfterBreak="0">
    <w:nsid w:val="5F754A08"/>
    <w:multiLevelType w:val="singleLevel"/>
    <w:tmpl w:val="5C386616"/>
    <w:lvl w:ilvl="0">
      <w:start w:val="1"/>
      <w:numFmt w:val="none"/>
      <w:lvlText w:val=""/>
      <w:lvlJc w:val="left"/>
      <w:pPr>
        <w:tabs>
          <w:tab w:val="num" w:pos="2155"/>
        </w:tabs>
        <w:ind w:left="2155" w:hanging="2155"/>
      </w:pPr>
    </w:lvl>
  </w:abstractNum>
  <w:abstractNum w:abstractNumId="20" w15:restartNumberingAfterBreak="0">
    <w:nsid w:val="651359F1"/>
    <w:multiLevelType w:val="multilevel"/>
    <w:tmpl w:val="6AA6D7A0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6C4A15DE"/>
    <w:multiLevelType w:val="multilevel"/>
    <w:tmpl w:val="5526F1C0"/>
    <w:lvl w:ilvl="0">
      <w:start w:val="1"/>
      <w:numFmt w:val="decimal"/>
      <w:suff w:val="nothing"/>
      <w:lvlText w:val="Art. %1"/>
      <w:lvlJc w:val="left"/>
      <w:pPr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suff w:val="nothing"/>
      <w:lvlText w:val="§ %2"/>
      <w:lvlJc w:val="left"/>
      <w:pPr>
        <w:ind w:left="1134" w:hanging="1134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suff w:val="nothing"/>
      <w:lvlText w:val="%3 "/>
      <w:lvlJc w:val="left"/>
      <w:pPr>
        <w:ind w:left="0" w:firstLine="142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1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Art. "/>
      <w:lvlJc w:val="left"/>
      <w:pPr>
        <w:ind w:left="1134" w:hanging="1134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suff w:val="nothing"/>
      <w:lvlText w:val="§ "/>
      <w:lvlJc w:val="left"/>
      <w:pPr>
        <w:ind w:left="1134" w:hanging="1134"/>
      </w:pPr>
      <w:rPr>
        <w:rFonts w:ascii="Arial" w:hAnsi="Arial" w:hint="default"/>
        <w:b/>
        <w:i w:val="0"/>
        <w:sz w:val="20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6E0E5A17"/>
    <w:multiLevelType w:val="singleLevel"/>
    <w:tmpl w:val="D8D4C3C8"/>
    <w:lvl w:ilvl="0">
      <w:start w:val="1"/>
      <w:numFmt w:val="upperRoma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72D102ED"/>
    <w:multiLevelType w:val="multilevel"/>
    <w:tmpl w:val="7978852A"/>
    <w:lvl w:ilvl="0">
      <w:start w:val="1"/>
      <w:numFmt w:val="decimal"/>
      <w:lvlText w:val="Art. 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§ 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suff w:val="nothing"/>
      <w:lvlText w:val="%3 "/>
      <w:lvlJc w:val="left"/>
      <w:pPr>
        <w:ind w:left="0" w:firstLine="142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1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Art. "/>
      <w:lvlJc w:val="left"/>
      <w:pPr>
        <w:ind w:left="1134" w:hanging="1134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suff w:val="nothing"/>
      <w:lvlText w:val=""/>
      <w:lvlJc w:val="left"/>
      <w:pPr>
        <w:ind w:left="1134" w:hanging="1134"/>
      </w:pPr>
      <w:rPr>
        <w:rFonts w:ascii="Arial" w:hAnsi="Arial" w:hint="default"/>
        <w:b/>
        <w:i w:val="0"/>
        <w:sz w:val="20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decimal"/>
      <w:suff w:val="nothing"/>
      <w:lvlText w:val="%9 "/>
      <w:lvlJc w:val="left"/>
      <w:pPr>
        <w:ind w:left="0" w:firstLine="142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1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761B4166"/>
    <w:multiLevelType w:val="multilevel"/>
    <w:tmpl w:val="74A0C062"/>
    <w:lvl w:ilvl="0">
      <w:start w:val="1"/>
      <w:numFmt w:val="upperRoman"/>
      <w:lvlText w:val="%1"/>
      <w:lvlJc w:val="left"/>
      <w:pPr>
        <w:tabs>
          <w:tab w:val="num" w:pos="720"/>
        </w:tabs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§ 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suff w:val="nothing"/>
      <w:lvlText w:val="%3 "/>
      <w:lvlJc w:val="left"/>
      <w:pPr>
        <w:ind w:left="0" w:firstLine="142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1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796D19EF"/>
    <w:multiLevelType w:val="singleLevel"/>
    <w:tmpl w:val="20943B48"/>
    <w:lvl w:ilvl="0">
      <w:start w:val="27"/>
      <w:numFmt w:val="lowerLetter"/>
      <w:lvlText w:val="%1)"/>
      <w:lvlJc w:val="left"/>
      <w:pPr>
        <w:tabs>
          <w:tab w:val="num" w:pos="1271"/>
        </w:tabs>
        <w:ind w:left="1271" w:hanging="420"/>
      </w:pPr>
      <w:rPr>
        <w:rFonts w:hint="default"/>
      </w:rPr>
    </w:lvl>
  </w:abstractNum>
  <w:abstractNum w:abstractNumId="26" w15:restartNumberingAfterBreak="0">
    <w:nsid w:val="7B02465C"/>
    <w:multiLevelType w:val="multilevel"/>
    <w:tmpl w:val="81788226"/>
    <w:lvl w:ilvl="0">
      <w:start w:val="1"/>
      <w:numFmt w:val="upperRoman"/>
      <w:lvlText w:val="%1"/>
      <w:lvlJc w:val="left"/>
      <w:pPr>
        <w:tabs>
          <w:tab w:val="num" w:pos="720"/>
        </w:tabs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§ 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suff w:val="nothing"/>
      <w:lvlText w:val="%3 "/>
      <w:lvlJc w:val="left"/>
      <w:pPr>
        <w:ind w:left="0" w:firstLine="142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1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7" w15:restartNumberingAfterBreak="0">
    <w:nsid w:val="7EA30E9F"/>
    <w:multiLevelType w:val="singleLevel"/>
    <w:tmpl w:val="4322C5C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8" w15:restartNumberingAfterBreak="0">
    <w:nsid w:val="7ED0531D"/>
    <w:multiLevelType w:val="singleLevel"/>
    <w:tmpl w:val="9A52D642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16"/>
        <w:vertAlign w:val="superscrip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22"/>
  </w:num>
  <w:num w:numId="2">
    <w:abstractNumId w:val="10"/>
  </w:num>
  <w:num w:numId="3">
    <w:abstractNumId w:val="5"/>
  </w:num>
  <w:num w:numId="4">
    <w:abstractNumId w:val="4"/>
  </w:num>
  <w:num w:numId="5">
    <w:abstractNumId w:val="24"/>
  </w:num>
  <w:num w:numId="6">
    <w:abstractNumId w:val="26"/>
  </w:num>
  <w:num w:numId="7">
    <w:abstractNumId w:val="23"/>
  </w:num>
  <w:num w:numId="8">
    <w:abstractNumId w:val="8"/>
  </w:num>
  <w:num w:numId="9">
    <w:abstractNumId w:val="21"/>
  </w:num>
  <w:num w:numId="10">
    <w:abstractNumId w:val="2"/>
  </w:num>
  <w:num w:numId="11">
    <w:abstractNumId w:val="16"/>
  </w:num>
  <w:num w:numId="12">
    <w:abstractNumId w:val="18"/>
  </w:num>
  <w:num w:numId="13">
    <w:abstractNumId w:val="13"/>
  </w:num>
  <w:num w:numId="14">
    <w:abstractNumId w:val="3"/>
  </w:num>
  <w:num w:numId="15">
    <w:abstractNumId w:val="15"/>
  </w:num>
  <w:num w:numId="16">
    <w:abstractNumId w:val="12"/>
  </w:num>
  <w:num w:numId="17">
    <w:abstractNumId w:val="28"/>
  </w:num>
  <w:num w:numId="18">
    <w:abstractNumId w:val="9"/>
  </w:num>
  <w:num w:numId="19">
    <w:abstractNumId w:val="19"/>
  </w:num>
  <w:num w:numId="20">
    <w:abstractNumId w:val="11"/>
  </w:num>
  <w:num w:numId="21">
    <w:abstractNumId w:val="7"/>
  </w:num>
  <w:num w:numId="22">
    <w:abstractNumId w:val="27"/>
  </w:num>
  <w:num w:numId="23">
    <w:abstractNumId w:val="20"/>
  </w:num>
  <w:num w:numId="24">
    <w:abstractNumId w:val="6"/>
  </w:num>
  <w:num w:numId="25">
    <w:abstractNumId w:val="1"/>
  </w:num>
  <w:num w:numId="26">
    <w:abstractNumId w:val="0"/>
  </w:num>
  <w:num w:numId="27">
    <w:abstractNumId w:val="17"/>
  </w:num>
  <w:num w:numId="28">
    <w:abstractNumId w:val="25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defaultTabStop w:val="425"/>
  <w:autoHyphenation/>
  <w:hyphenationZone w:val="425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etaTool_officeatwork" w:val="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"/>
    <w:docVar w:name="OawTemplateProperties" w:val="password:=&lt;Semicolon/&gt;MnO`rrvnqc.=;protectionType:=-1;"/>
  </w:docVars>
  <w:rsids>
    <w:rsidRoot w:val="00EF5492"/>
    <w:rsid w:val="000B2060"/>
    <w:rsid w:val="000C51B1"/>
    <w:rsid w:val="00115E31"/>
    <w:rsid w:val="001703FE"/>
    <w:rsid w:val="001D7B67"/>
    <w:rsid w:val="00211059"/>
    <w:rsid w:val="002F011C"/>
    <w:rsid w:val="003A1BAD"/>
    <w:rsid w:val="00453405"/>
    <w:rsid w:val="004C733D"/>
    <w:rsid w:val="005501CD"/>
    <w:rsid w:val="00651DDD"/>
    <w:rsid w:val="00652FFA"/>
    <w:rsid w:val="0066598A"/>
    <w:rsid w:val="00781A73"/>
    <w:rsid w:val="00802E6C"/>
    <w:rsid w:val="00841BC0"/>
    <w:rsid w:val="00852E75"/>
    <w:rsid w:val="00874C64"/>
    <w:rsid w:val="009442AA"/>
    <w:rsid w:val="009E0A17"/>
    <w:rsid w:val="00A31383"/>
    <w:rsid w:val="00B418DD"/>
    <w:rsid w:val="00BB66DE"/>
    <w:rsid w:val="00BD40CC"/>
    <w:rsid w:val="00C44B9A"/>
    <w:rsid w:val="00CA2A8A"/>
    <w:rsid w:val="00CC7502"/>
    <w:rsid w:val="00D064C1"/>
    <w:rsid w:val="00D41D79"/>
    <w:rsid w:val="00D96809"/>
    <w:rsid w:val="00E66BB7"/>
    <w:rsid w:val="00EC4687"/>
    <w:rsid w:val="00EC6420"/>
    <w:rsid w:val="00EF5492"/>
    <w:rsid w:val="00F30F5F"/>
    <w:rsid w:val="00F352C4"/>
    <w:rsid w:val="00F40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D4351B0"/>
  <w15:docId w15:val="{8495C807-EEB8-4EE3-A9A4-62243A211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F5492"/>
    <w:rPr>
      <w:rFonts w:ascii="Arial" w:hAnsi="Arial"/>
      <w:lang w:val="de-CH"/>
    </w:rPr>
  </w:style>
  <w:style w:type="paragraph" w:styleId="berschrift1">
    <w:name w:val="heading 1"/>
    <w:next w:val="berschrift3"/>
    <w:qFormat/>
    <w:rsid w:val="00EF5492"/>
    <w:pPr>
      <w:keepNext/>
      <w:numPr>
        <w:numId w:val="29"/>
      </w:numPr>
      <w:spacing w:before="240"/>
      <w:outlineLvl w:val="0"/>
    </w:pPr>
    <w:rPr>
      <w:rFonts w:ascii="Arial" w:hAnsi="Arial"/>
      <w:b/>
      <w:noProof/>
      <w:kern w:val="28"/>
      <w:lang w:val="de-CH"/>
    </w:rPr>
  </w:style>
  <w:style w:type="paragraph" w:styleId="berschrift2">
    <w:name w:val="heading 2"/>
    <w:next w:val="berschrift3"/>
    <w:qFormat/>
    <w:rsid w:val="00EF5492"/>
    <w:pPr>
      <w:numPr>
        <w:ilvl w:val="1"/>
        <w:numId w:val="29"/>
      </w:numPr>
      <w:spacing w:before="240"/>
      <w:outlineLvl w:val="1"/>
    </w:pPr>
    <w:rPr>
      <w:rFonts w:ascii="Arial" w:hAnsi="Arial"/>
      <w:b/>
      <w:lang w:val="de-CH"/>
    </w:rPr>
  </w:style>
  <w:style w:type="paragraph" w:styleId="berschrift3">
    <w:name w:val="heading 3"/>
    <w:qFormat/>
    <w:rsid w:val="00EF5492"/>
    <w:pPr>
      <w:numPr>
        <w:ilvl w:val="8"/>
        <w:numId w:val="29"/>
      </w:numPr>
      <w:tabs>
        <w:tab w:val="left" w:pos="142"/>
      </w:tabs>
      <w:spacing w:before="80"/>
      <w:jc w:val="both"/>
      <w:outlineLvl w:val="2"/>
    </w:pPr>
    <w:rPr>
      <w:rFonts w:ascii="Arial" w:hAnsi="Arial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semiHidden/>
    <w:rsid w:val="00EF5492"/>
    <w:pPr>
      <w:tabs>
        <w:tab w:val="right" w:pos="6379"/>
      </w:tabs>
      <w:jc w:val="both"/>
    </w:pPr>
    <w:rPr>
      <w:rFonts w:ascii="Arial" w:hAnsi="Arial"/>
      <w:noProof/>
      <w:lang w:val="de-CH"/>
    </w:rPr>
  </w:style>
  <w:style w:type="character" w:styleId="Hyperlink">
    <w:name w:val="Hyperlink"/>
    <w:basedOn w:val="Absatz-Standardschriftart"/>
    <w:semiHidden/>
    <w:rsid w:val="00EF5492"/>
    <w:rPr>
      <w:color w:val="0000FF"/>
      <w:u w:val="single"/>
    </w:rPr>
  </w:style>
  <w:style w:type="paragraph" w:styleId="Kopfzeile">
    <w:name w:val="header"/>
    <w:semiHidden/>
    <w:rsid w:val="00EF5492"/>
    <w:pPr>
      <w:tabs>
        <w:tab w:val="right" w:pos="6379"/>
      </w:tabs>
    </w:pPr>
    <w:rPr>
      <w:rFonts w:ascii="Arial" w:hAnsi="Arial"/>
      <w:noProof/>
      <w:lang w:val="de-CH"/>
    </w:rPr>
  </w:style>
  <w:style w:type="paragraph" w:customStyle="1" w:styleId="OFAbsatz">
    <w:name w:val="OFAbsatz"/>
    <w:rsid w:val="00EF5492"/>
    <w:pPr>
      <w:spacing w:before="80"/>
      <w:jc w:val="both"/>
    </w:pPr>
    <w:rPr>
      <w:rFonts w:ascii="Arial" w:hAnsi="Arial"/>
      <w:lang w:val="de-CH"/>
    </w:rPr>
  </w:style>
  <w:style w:type="character" w:customStyle="1" w:styleId="OFAbsatzNummer">
    <w:name w:val="OFAbsatzNummer"/>
    <w:basedOn w:val="Absatz-Standardschriftart"/>
    <w:rsid w:val="00EF5492"/>
    <w:rPr>
      <w:rFonts w:ascii="Arial" w:hAnsi="Arial"/>
      <w:noProof w:val="0"/>
      <w:sz w:val="12"/>
      <w:lang w:val="de-CH"/>
    </w:rPr>
  </w:style>
  <w:style w:type="paragraph" w:customStyle="1" w:styleId="OFArtikel">
    <w:name w:val="OFArtikel"/>
    <w:next w:val="berschrift3"/>
    <w:rsid w:val="00EF5492"/>
    <w:pPr>
      <w:numPr>
        <w:ilvl w:val="3"/>
        <w:numId w:val="29"/>
      </w:numPr>
      <w:spacing w:before="240"/>
    </w:pPr>
    <w:rPr>
      <w:rFonts w:ascii="Arial" w:hAnsi="Arial"/>
      <w:b/>
      <w:lang w:val="de-CH"/>
    </w:rPr>
  </w:style>
  <w:style w:type="paragraph" w:customStyle="1" w:styleId="OFAufzhlung1">
    <w:name w:val="OFAufzählung1"/>
    <w:rsid w:val="00EF5492"/>
    <w:pPr>
      <w:ind w:left="425" w:hanging="425"/>
      <w:jc w:val="both"/>
    </w:pPr>
    <w:rPr>
      <w:rFonts w:ascii="Arial" w:hAnsi="Arial"/>
      <w:lang w:val="de-CH"/>
    </w:rPr>
  </w:style>
  <w:style w:type="paragraph" w:customStyle="1" w:styleId="OFAufzhlung2">
    <w:name w:val="OFAufzählung2"/>
    <w:rsid w:val="00EF5492"/>
    <w:pPr>
      <w:ind w:left="850" w:hanging="425"/>
      <w:jc w:val="both"/>
    </w:pPr>
    <w:rPr>
      <w:rFonts w:ascii="Arial" w:hAnsi="Arial"/>
      <w:lang w:val="de-CH"/>
    </w:rPr>
  </w:style>
  <w:style w:type="paragraph" w:customStyle="1" w:styleId="OFAufzhlung3">
    <w:name w:val="OFAufzählung3"/>
    <w:rsid w:val="00EF5492"/>
    <w:pPr>
      <w:tabs>
        <w:tab w:val="left" w:pos="1276"/>
      </w:tabs>
      <w:ind w:left="1276" w:hanging="425"/>
      <w:jc w:val="both"/>
    </w:pPr>
    <w:rPr>
      <w:rFonts w:ascii="Arial" w:hAnsi="Arial"/>
      <w:lang w:val="de-CH"/>
    </w:rPr>
  </w:style>
  <w:style w:type="paragraph" w:customStyle="1" w:styleId="OFDatumGesetz">
    <w:name w:val="OFDatumGesetz"/>
    <w:next w:val="OFRat"/>
    <w:rsid w:val="00EF5492"/>
    <w:pPr>
      <w:pBdr>
        <w:bottom w:val="single" w:sz="6" w:space="12" w:color="auto"/>
      </w:pBdr>
      <w:spacing w:after="480"/>
    </w:pPr>
    <w:rPr>
      <w:rFonts w:ascii="Arial" w:hAnsi="Arial"/>
      <w:lang w:val="de-CH"/>
    </w:rPr>
  </w:style>
  <w:style w:type="paragraph" w:styleId="Funotentext">
    <w:name w:val="footnote text"/>
    <w:basedOn w:val="Standard"/>
    <w:semiHidden/>
    <w:rsid w:val="00EF5492"/>
  </w:style>
  <w:style w:type="character" w:styleId="Funotenzeichen">
    <w:name w:val="footnote reference"/>
    <w:basedOn w:val="Absatz-Standardschriftart"/>
    <w:semiHidden/>
    <w:rsid w:val="00EF5492"/>
    <w:rPr>
      <w:vertAlign w:val="superscript"/>
    </w:rPr>
  </w:style>
  <w:style w:type="paragraph" w:customStyle="1" w:styleId="OFGesetz">
    <w:name w:val="OFGesetz"/>
    <w:next w:val="OFDatumGesetz"/>
    <w:rsid w:val="00EF5492"/>
    <w:pPr>
      <w:suppressAutoHyphens/>
      <w:spacing w:before="120" w:after="240"/>
    </w:pPr>
    <w:rPr>
      <w:rFonts w:ascii="Arial" w:hAnsi="Arial"/>
      <w:b/>
      <w:sz w:val="24"/>
      <w:lang w:val="de-CH"/>
    </w:rPr>
  </w:style>
  <w:style w:type="paragraph" w:customStyle="1" w:styleId="OFGliederung1">
    <w:name w:val="OFGliederung1"/>
    <w:next w:val="OFGliederung2"/>
    <w:rsid w:val="00EF5492"/>
    <w:pPr>
      <w:keepNext/>
      <w:tabs>
        <w:tab w:val="left" w:pos="567"/>
      </w:tabs>
      <w:spacing w:before="480"/>
      <w:ind w:left="567" w:hanging="567"/>
    </w:pPr>
    <w:rPr>
      <w:rFonts w:ascii="Arial" w:hAnsi="Arial"/>
      <w:b/>
      <w:caps/>
      <w:lang w:val="de-CH"/>
    </w:rPr>
  </w:style>
  <w:style w:type="paragraph" w:customStyle="1" w:styleId="OFGliederung2">
    <w:name w:val="OFGliederung2"/>
    <w:next w:val="OFGliederung3"/>
    <w:rsid w:val="00EF5492"/>
    <w:pPr>
      <w:keepNext/>
      <w:tabs>
        <w:tab w:val="left" w:pos="567"/>
      </w:tabs>
      <w:spacing w:before="360"/>
      <w:ind w:left="567" w:hanging="567"/>
    </w:pPr>
    <w:rPr>
      <w:rFonts w:ascii="Arial" w:hAnsi="Arial"/>
      <w:b/>
      <w:lang w:val="de-CH"/>
    </w:rPr>
  </w:style>
  <w:style w:type="paragraph" w:customStyle="1" w:styleId="OFGliederung3">
    <w:name w:val="OFGliederung3"/>
    <w:rsid w:val="00EF5492"/>
    <w:pPr>
      <w:keepNext/>
      <w:tabs>
        <w:tab w:val="left" w:pos="567"/>
      </w:tabs>
      <w:spacing w:before="360"/>
      <w:ind w:left="567" w:hanging="567"/>
    </w:pPr>
    <w:rPr>
      <w:rFonts w:ascii="Arial" w:hAnsi="Arial"/>
      <w:b/>
      <w:lang w:val="de-CH"/>
    </w:rPr>
  </w:style>
  <w:style w:type="paragraph" w:customStyle="1" w:styleId="Endnotentrennlinie">
    <w:name w:val="Endnotentrennlinie"/>
    <w:basedOn w:val="OFEndnotentext"/>
    <w:next w:val="OFEndnotentext"/>
    <w:rsid w:val="00EF5492"/>
    <w:pPr>
      <w:numPr>
        <w:numId w:val="20"/>
      </w:numPr>
      <w:tabs>
        <w:tab w:val="clear" w:pos="142"/>
      </w:tabs>
      <w:spacing w:after="120"/>
    </w:pPr>
    <w:rPr>
      <w:sz w:val="20"/>
      <w:u w:val="single"/>
    </w:rPr>
  </w:style>
  <w:style w:type="paragraph" w:styleId="Unterschrift">
    <w:name w:val="Signature"/>
    <w:basedOn w:val="Standard"/>
    <w:semiHidden/>
    <w:rsid w:val="00EF5492"/>
    <w:pPr>
      <w:tabs>
        <w:tab w:val="left" w:pos="2977"/>
      </w:tabs>
      <w:spacing w:before="120"/>
      <w:ind w:left="2977" w:hanging="2977"/>
    </w:pPr>
  </w:style>
  <w:style w:type="character" w:styleId="BesuchterLink">
    <w:name w:val="FollowedHyperlink"/>
    <w:basedOn w:val="Absatz-Standardschriftart"/>
    <w:semiHidden/>
    <w:rsid w:val="00EF5492"/>
    <w:rPr>
      <w:color w:val="800080"/>
      <w:u w:val="single"/>
    </w:rPr>
  </w:style>
  <w:style w:type="paragraph" w:customStyle="1" w:styleId="OFRat">
    <w:name w:val="OFRat"/>
    <w:next w:val="OFGrundlagen"/>
    <w:rsid w:val="00EF5492"/>
    <w:rPr>
      <w:rFonts w:ascii="Arial" w:hAnsi="Arial"/>
      <w:spacing w:val="20"/>
      <w:lang w:val="de-CH"/>
    </w:rPr>
  </w:style>
  <w:style w:type="paragraph" w:customStyle="1" w:styleId="OFUnterschrift">
    <w:name w:val="OFUnterschrift"/>
    <w:rsid w:val="00EF5492"/>
    <w:rPr>
      <w:rFonts w:ascii="Arial" w:hAnsi="Arial"/>
      <w:lang w:val="de-CH"/>
    </w:rPr>
  </w:style>
  <w:style w:type="character" w:styleId="Seitenzahl">
    <w:name w:val="page number"/>
    <w:basedOn w:val="Absatz-Standardschriftart"/>
    <w:semiHidden/>
    <w:rsid w:val="00EF5492"/>
    <w:rPr>
      <w:rFonts w:ascii="Arial" w:hAnsi="Arial"/>
      <w:sz w:val="20"/>
    </w:rPr>
  </w:style>
  <w:style w:type="paragraph" w:customStyle="1" w:styleId="OFGrundlagen">
    <w:name w:val="OFGrundlagen"/>
    <w:next w:val="OFRat"/>
    <w:rsid w:val="00EF5492"/>
    <w:pPr>
      <w:spacing w:before="120" w:after="120"/>
      <w:jc w:val="both"/>
    </w:pPr>
    <w:rPr>
      <w:rFonts w:ascii="Arial" w:hAnsi="Arial"/>
      <w:lang w:val="de-CH"/>
    </w:rPr>
  </w:style>
  <w:style w:type="paragraph" w:customStyle="1" w:styleId="OFManual">
    <w:name w:val="OFManual"/>
    <w:rsid w:val="00EF5492"/>
    <w:rPr>
      <w:rFonts w:ascii="Arial" w:hAnsi="Arial"/>
      <w:lang w:val="de-CH"/>
    </w:rPr>
  </w:style>
  <w:style w:type="paragraph" w:customStyle="1" w:styleId="OFAutotext">
    <w:name w:val="OFAutotext"/>
    <w:rsid w:val="00EF5492"/>
    <w:rPr>
      <w:rFonts w:ascii="Arial" w:hAnsi="Arial"/>
      <w:lang w:val="de-CH"/>
    </w:rPr>
  </w:style>
  <w:style w:type="paragraph" w:customStyle="1" w:styleId="OFParagraph">
    <w:name w:val="OFParagraph"/>
    <w:next w:val="berschrift3"/>
    <w:rsid w:val="00EF5492"/>
    <w:pPr>
      <w:numPr>
        <w:ilvl w:val="4"/>
        <w:numId w:val="29"/>
      </w:numPr>
      <w:spacing w:before="240"/>
    </w:pPr>
    <w:rPr>
      <w:rFonts w:ascii="Arial" w:hAnsi="Arial"/>
      <w:b/>
      <w:lang w:val="de-CH"/>
    </w:rPr>
  </w:style>
  <w:style w:type="character" w:styleId="Endnotenzeichen">
    <w:name w:val="endnote reference"/>
    <w:basedOn w:val="Absatz-Standardschriftart"/>
    <w:semiHidden/>
    <w:rsid w:val="00EF5492"/>
    <w:rPr>
      <w:rFonts w:ascii="Arial" w:hAnsi="Arial"/>
      <w:b/>
      <w:dstrike w:val="0"/>
      <w:noProof w:val="0"/>
      <w:color w:val="0000FF"/>
      <w:sz w:val="20"/>
      <w:vertAlign w:val="superscript"/>
      <w:lang w:val="de-CH"/>
    </w:rPr>
  </w:style>
  <w:style w:type="paragraph" w:customStyle="1" w:styleId="OFTabelle2">
    <w:name w:val="OFTabelle2"/>
    <w:rsid w:val="00EF5492"/>
    <w:pPr>
      <w:jc w:val="center"/>
    </w:pPr>
    <w:rPr>
      <w:rFonts w:ascii="Arial" w:hAnsi="Arial"/>
      <w:noProof/>
      <w:lang w:val="de-CH"/>
    </w:rPr>
  </w:style>
  <w:style w:type="paragraph" w:customStyle="1" w:styleId="OFEndnotentext">
    <w:name w:val="OFEndnotentext"/>
    <w:basedOn w:val="Standard"/>
    <w:rsid w:val="00EF5492"/>
    <w:pPr>
      <w:numPr>
        <w:numId w:val="18"/>
      </w:numPr>
      <w:tabs>
        <w:tab w:val="clear" w:pos="360"/>
        <w:tab w:val="left" w:pos="142"/>
      </w:tabs>
    </w:pPr>
    <w:rPr>
      <w:sz w:val="16"/>
    </w:rPr>
  </w:style>
  <w:style w:type="paragraph" w:customStyle="1" w:styleId="OFTabelle1">
    <w:name w:val="OFTabelle1"/>
    <w:rsid w:val="00EF5492"/>
    <w:rPr>
      <w:rFonts w:ascii="Arial" w:hAnsi="Arial"/>
      <w:lang w:val="de-CH"/>
    </w:rPr>
  </w:style>
  <w:style w:type="paragraph" w:customStyle="1" w:styleId="OFTabelle3">
    <w:name w:val="OFTabelle3"/>
    <w:rsid w:val="00EF5492"/>
    <w:pPr>
      <w:tabs>
        <w:tab w:val="decimal" w:pos="567"/>
      </w:tabs>
    </w:pPr>
    <w:rPr>
      <w:rFonts w:ascii="Arial" w:hAnsi="Arial"/>
      <w:noProof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Vorlagen\Gesetz\Gesetz%202001.dot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officeatwork xmlns="http://schemas.officeatwork.com/Document">eNp7v3u/jUt+cmlual6JnU1wfk5pSWZ+nmeKnY0+MscnMS+9NDE91c7IwNTURh/OtQnLTC0HqoVScJMAxiof0g==</officeatwork>
</file>

<file path=customXml/item2.xml><?xml version="1.0" encoding="utf-8"?>
<officeatwork xmlns="http://schemas.officeatwork.com/Formulas">eNp7v3u/jVt+UW5pTmKxgr4dAD33Bnw=</officeatwork>
</file>

<file path=customXml/item3.xml><?xml version="1.0" encoding="utf-8"?>
<officeatwork xmlns="http://schemas.officeatwork.com/MasterProperties">eNp7v3u/jW9icUlqUUBRfkFqUUllcGpJsYK+HQCb2Qqj</officeatwork>
</file>

<file path=customXml/itemProps1.xml><?xml version="1.0" encoding="utf-8"?>
<ds:datastoreItem xmlns:ds="http://schemas.openxmlformats.org/officeDocument/2006/customXml" ds:itemID="{8500792A-C2A0-4C1E-AC33-79647A526054}">
  <ds:schemaRefs>
    <ds:schemaRef ds:uri="http://schemas.officeatwork.com/Document"/>
  </ds:schemaRefs>
</ds:datastoreItem>
</file>

<file path=customXml/itemProps2.xml><?xml version="1.0" encoding="utf-8"?>
<ds:datastoreItem xmlns:ds="http://schemas.openxmlformats.org/officeDocument/2006/customXml" ds:itemID="{F349D33A-AD80-45ED-9D6C-0DDA4AD92850}">
  <ds:schemaRefs>
    <ds:schemaRef ds:uri="http://schemas.officeatwork.com/Formulas"/>
  </ds:schemaRefs>
</ds:datastoreItem>
</file>

<file path=customXml/itemProps3.xml><?xml version="1.0" encoding="utf-8"?>
<ds:datastoreItem xmlns:ds="http://schemas.openxmlformats.org/officeDocument/2006/customXml" ds:itemID="{8527AE51-2BA9-4369-BB31-D7D410C71F0C}">
  <ds:schemaRefs>
    <ds:schemaRef ds:uri="http://schemas.officeatwork.com/Master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Gesetz 2001.dotm</Template>
  <TotalTime>0</TotalTime>
  <Pages>1</Pages>
  <Words>131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 Achermann</dc:creator>
  <cp:lastModifiedBy>Fankhauser Maya</cp:lastModifiedBy>
  <cp:revision>12</cp:revision>
  <cp:lastPrinted>2018-12-12T14:24:00Z</cp:lastPrinted>
  <dcterms:created xsi:type="dcterms:W3CDTF">2018-07-04T16:14:00Z</dcterms:created>
  <dcterms:modified xsi:type="dcterms:W3CDTF">2018-12-12T14:46:00Z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hangGesetz">
    <vt:lpwstr/>
  </property>
  <property fmtid="{D5CDD505-2E9C-101B-9397-08002B2CF9AE}" pid="3" name="DatumGesetz">
    <vt:lpwstr> </vt:lpwstr>
  </property>
  <property fmtid="{D5CDD505-2E9C-101B-9397-08002B2CF9AE}" pid="4" name="GesetzNummer">
    <vt:lpwstr/>
  </property>
  <property fmtid="{D5CDD505-2E9C-101B-9397-08002B2CF9AE}" pid="5" name="KurzNameGesetz">
    <vt:lpwstr/>
  </property>
  <property fmtid="{D5CDD505-2E9C-101B-9397-08002B2CF9AE}" pid="6" name="NameGesetz0">
    <vt:lpwstr>Landratsbeschluss</vt:lpwstr>
  </property>
  <property fmtid="{D5CDD505-2E9C-101B-9397-08002B2CF9AE}" pid="7" name="NameGesetz1">
    <vt:lpwstr>über einen Zusatzkredit zum Ausführungsprojekt Ausweichstellen Bürgenstockstrasse,</vt:lpwstr>
  </property>
  <property fmtid="{D5CDD505-2E9C-101B-9397-08002B2CF9AE}" pid="8" name="NameGesetz2">
    <vt:lpwstr/>
  </property>
  <property fmtid="{D5CDD505-2E9C-101B-9397-08002B2CF9AE}" pid="9" name="NameGesetz3">
    <vt:lpwstr/>
  </property>
  <property fmtid="{D5CDD505-2E9C-101B-9397-08002B2CF9AE}" pid="10" name="Stichdatum">
    <vt:lpwstr/>
  </property>
</Properties>
</file>